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北京市文化市场综合执法总队《宗教活动检查单》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ascii="仿宋" w:hAnsi="仿宋" w:eastAsia="仿宋" w:cs="仿宋"/>
          <w:sz w:val="30"/>
          <w:szCs w:val="30"/>
        </w:rPr>
        <w:t>宗教</w:t>
      </w:r>
      <w:r>
        <w:rPr>
          <w:rFonts w:hint="eastAsia" w:ascii="仿宋" w:hAnsi="仿宋" w:eastAsia="仿宋" w:cs="仿宋"/>
          <w:sz w:val="30"/>
          <w:szCs w:val="30"/>
        </w:rPr>
        <w:t>活动内容</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以举办夏（冬）令营、研学旅行等方式传教或者开展宗教方面的教育培训活动的行为      </w:t>
      </w:r>
    </w:p>
    <w:p>
      <w:pPr>
        <w:spacing w:line="560" w:lineRule="exact"/>
        <w:ind w:firstLine="640" w:firstLineChars="200"/>
        <w:rPr>
          <w:rFonts w:ascii="仿宋" w:hAnsi="仿宋" w:eastAsia="仿宋" w:cs="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是否存在以举办夏（冬）令营、研学旅行等方式传教或者开展宗教方面的教育培训活动的行为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合格情形：</w:t>
      </w:r>
      <w:r>
        <w:rPr>
          <w:rFonts w:hint="eastAsia" w:ascii="仿宋" w:hAnsi="仿宋" w:eastAsia="仿宋"/>
          <w:sz w:val="30"/>
          <w:szCs w:val="30"/>
        </w:rPr>
        <w:t>不存在以举办夏（冬）令营、研学旅行等方式传教或者开展宗教方面的教育培训活动的行为</w:t>
      </w:r>
      <w:r>
        <w:rPr>
          <w:rFonts w:hint="eastAsia" w:ascii="仿宋" w:hAnsi="仿宋" w:eastAsia="仿宋"/>
          <w:sz w:val="30"/>
          <w:szCs w:val="30"/>
          <w:lang w:eastAsia="zh-CN"/>
        </w:rPr>
        <w:t>。</w:t>
      </w:r>
      <w:bookmarkStart w:id="0" w:name="_GoBack"/>
      <w:bookmarkEnd w:id="0"/>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不合格情形：</w:t>
      </w:r>
      <w:r>
        <w:rPr>
          <w:rFonts w:hint="eastAsia" w:ascii="仿宋" w:hAnsi="仿宋" w:eastAsia="仿宋"/>
          <w:sz w:val="30"/>
          <w:szCs w:val="30"/>
        </w:rPr>
        <w:t>1.存在以举办夏（冬）令营方式传教或者开展宗教方面的教育培训活动的行为；2.存在研学旅行方式传教或者开展宗教方面的教育培训活动的行为；3.存在以其他教育培训形式传教或者开展宗教方面的教育培训活动的行为。</w:t>
      </w:r>
    </w:p>
    <w:p>
      <w:pPr>
        <w:spacing w:line="560" w:lineRule="exact"/>
        <w:ind w:firstLine="640" w:firstLineChars="200"/>
        <w:rPr>
          <w:rFonts w:ascii="黑体" w:hAnsi="黑体" w:eastAsia="仿宋" w:cs="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6937"/>
    <w:rsid w:val="00006DCE"/>
    <w:rsid w:val="00006E7B"/>
    <w:rsid w:val="00010F24"/>
    <w:rsid w:val="00014B44"/>
    <w:rsid w:val="00017DB6"/>
    <w:rsid w:val="00023CF4"/>
    <w:rsid w:val="000256CB"/>
    <w:rsid w:val="000265D2"/>
    <w:rsid w:val="0003193C"/>
    <w:rsid w:val="00042708"/>
    <w:rsid w:val="000454D7"/>
    <w:rsid w:val="0004615C"/>
    <w:rsid w:val="000567C1"/>
    <w:rsid w:val="0006239D"/>
    <w:rsid w:val="0006717B"/>
    <w:rsid w:val="0007154F"/>
    <w:rsid w:val="00073431"/>
    <w:rsid w:val="0007703F"/>
    <w:rsid w:val="00081C5A"/>
    <w:rsid w:val="00085D68"/>
    <w:rsid w:val="00087C56"/>
    <w:rsid w:val="000A0787"/>
    <w:rsid w:val="000A5FEB"/>
    <w:rsid w:val="000A6F74"/>
    <w:rsid w:val="000B0CAE"/>
    <w:rsid w:val="000C319A"/>
    <w:rsid w:val="000C5743"/>
    <w:rsid w:val="000D4C9C"/>
    <w:rsid w:val="000F4192"/>
    <w:rsid w:val="000F50D3"/>
    <w:rsid w:val="0010634E"/>
    <w:rsid w:val="001066AE"/>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7215"/>
    <w:rsid w:val="00EE3B9B"/>
    <w:rsid w:val="00EE7019"/>
    <w:rsid w:val="00EF1325"/>
    <w:rsid w:val="00EF3925"/>
    <w:rsid w:val="00F04870"/>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76B7B"/>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5B5F"/>
    <w:rsid w:val="00FE4184"/>
    <w:rsid w:val="00FE64BA"/>
    <w:rsid w:val="00FF54B7"/>
    <w:rsid w:val="BD764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45</Words>
  <Characters>260</Characters>
  <Lines>2</Lines>
  <Paragraphs>1</Paragraphs>
  <TotalTime>12</TotalTime>
  <ScaleCrop>false</ScaleCrop>
  <LinksUpToDate>false</LinksUpToDate>
  <CharactersWithSpaces>304</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2025-07-15T17:59:39Z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BCC5314873F1F2BA8B267668111C30AF_42</vt:lpwstr>
  </property>
</Properties>
</file>